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236" w:rsidRPr="006160AA" w:rsidRDefault="00ED7236" w:rsidP="00B021F9">
      <w:pPr>
        <w:jc w:val="center"/>
        <w:rPr>
          <w:sz w:val="44"/>
          <w:szCs w:val="44"/>
        </w:rPr>
      </w:pPr>
      <w:r w:rsidRPr="006160AA">
        <w:rPr>
          <w:rFonts w:hint="eastAsia"/>
          <w:sz w:val="44"/>
          <w:szCs w:val="44"/>
        </w:rPr>
        <w:t>介護部会</w:t>
      </w:r>
      <w:r>
        <w:rPr>
          <w:rFonts w:hint="eastAsia"/>
          <w:sz w:val="44"/>
          <w:szCs w:val="44"/>
        </w:rPr>
        <w:t>相模原ブロック会議</w:t>
      </w:r>
      <w:r w:rsidRPr="006160AA">
        <w:rPr>
          <w:rFonts w:hint="eastAsia"/>
          <w:sz w:val="44"/>
          <w:szCs w:val="44"/>
        </w:rPr>
        <w:t>報告書</w:t>
      </w:r>
    </w:p>
    <w:p w:rsidR="00ED7236" w:rsidRDefault="00ED7236">
      <w:r>
        <w:rPr>
          <w:rFonts w:hint="eastAsia"/>
        </w:rPr>
        <w:t>実施日　　　　　平成</w:t>
      </w:r>
      <w:r>
        <w:t>28</w:t>
      </w:r>
      <w:r>
        <w:rPr>
          <w:rFonts w:hint="eastAsia"/>
        </w:rPr>
        <w:t>年</w:t>
      </w:r>
      <w:r>
        <w:t>6</w:t>
      </w:r>
      <w:r>
        <w:rPr>
          <w:rFonts w:hint="eastAsia"/>
        </w:rPr>
        <w:t>月</w:t>
      </w:r>
      <w:r>
        <w:t>24</w:t>
      </w:r>
      <w:r>
        <w:rPr>
          <w:rFonts w:hint="eastAsia"/>
        </w:rPr>
        <w:t>日</w:t>
      </w:r>
      <w:r>
        <w:t>(</w:t>
      </w:r>
      <w:r>
        <w:rPr>
          <w:rFonts w:hint="eastAsia"/>
        </w:rPr>
        <w:t>金</w:t>
      </w:r>
      <w:r>
        <w:t>)</w:t>
      </w:r>
      <w:r>
        <w:rPr>
          <w:rFonts w:hint="eastAsia"/>
        </w:rPr>
        <w:t xml:space="preserve">　　</w:t>
      </w:r>
      <w:r>
        <w:t>14</w:t>
      </w:r>
      <w:r>
        <w:rPr>
          <w:rFonts w:hint="eastAsia"/>
        </w:rPr>
        <w:t>：</w:t>
      </w:r>
      <w:r>
        <w:t>00</w:t>
      </w:r>
      <w:r>
        <w:rPr>
          <w:rFonts w:hint="eastAsia"/>
        </w:rPr>
        <w:t>～</w:t>
      </w:r>
      <w:r>
        <w:t>16</w:t>
      </w:r>
      <w:r>
        <w:rPr>
          <w:rFonts w:hint="eastAsia"/>
        </w:rPr>
        <w:t>：</w:t>
      </w:r>
      <w:r>
        <w:t>00</w:t>
      </w:r>
    </w:p>
    <w:p w:rsidR="00ED7236" w:rsidRDefault="00ED7236">
      <w:r>
        <w:rPr>
          <w:rFonts w:hint="eastAsia"/>
        </w:rPr>
        <w:t>会議実施会場　　介護老人保健施設　グリーンヒルズ相模原</w:t>
      </w:r>
    </w:p>
    <w:p w:rsidR="00ED7236" w:rsidRDefault="00ED7236" w:rsidP="00BD7857">
      <w:r>
        <w:rPr>
          <w:rFonts w:hint="eastAsia"/>
        </w:rPr>
        <w:t xml:space="preserve">参加人数　　　　</w:t>
      </w:r>
      <w:r>
        <w:t>10</w:t>
      </w:r>
      <w:r>
        <w:rPr>
          <w:rFonts w:hint="eastAsia"/>
        </w:rPr>
        <w:t xml:space="preserve">施設　　　</w:t>
      </w:r>
      <w:r>
        <w:t>13</w:t>
      </w:r>
      <w:r>
        <w:rPr>
          <w:rFonts w:hint="eastAsia"/>
        </w:rPr>
        <w:t>名　　参加</w:t>
      </w:r>
    </w:p>
    <w:p w:rsidR="00ED7236" w:rsidRDefault="00ED7236"/>
    <w:p w:rsidR="00ED7236" w:rsidRDefault="00ED7236">
      <w:r>
        <w:rPr>
          <w:rFonts w:hint="eastAsia"/>
        </w:rPr>
        <w:t>議事項目　　　　①自己紹介</w:t>
      </w:r>
    </w:p>
    <w:p w:rsidR="00ED7236" w:rsidRDefault="00ED7236">
      <w:r>
        <w:rPr>
          <w:rFonts w:hint="eastAsia"/>
        </w:rPr>
        <w:t xml:space="preserve">　　　　　　　　②ディスカッション　「介護職員の人員確保への取り組み」</w:t>
      </w:r>
    </w:p>
    <w:p w:rsidR="00ED7236" w:rsidRDefault="00ED7236">
      <w:r>
        <w:rPr>
          <w:rFonts w:hint="eastAsia"/>
        </w:rPr>
        <w:t xml:space="preserve">　　　　　　　　　　　　　　　　　　</w:t>
      </w:r>
      <w:r>
        <w:rPr>
          <w:rFonts w:ascii="ＭＳ Ｐゴシック" w:eastAsia="ＭＳ Ｐゴシック" w:hAnsi="ＭＳ Ｐゴシック" w:hint="eastAsia"/>
        </w:rPr>
        <w:t>￭</w:t>
      </w:r>
      <w:r>
        <w:rPr>
          <w:rFonts w:ascii="ＭＳ Ｐゴシック" w:eastAsia="ＭＳ Ｐゴシック" w:hAnsi="ＭＳ Ｐゴシック"/>
        </w:rPr>
        <w:t xml:space="preserve"> </w:t>
      </w:r>
      <w:r>
        <w:rPr>
          <w:rFonts w:hint="eastAsia"/>
        </w:rPr>
        <w:t>新規入職者の人員確保・定着に関しての</w:t>
      </w:r>
    </w:p>
    <w:p w:rsidR="00ED7236" w:rsidRDefault="00ED7236">
      <w:r>
        <w:rPr>
          <w:rFonts w:hint="eastAsia"/>
        </w:rPr>
        <w:t xml:space="preserve">　　　　　　　　　　　　　　　　　　　意見交換など</w:t>
      </w:r>
    </w:p>
    <w:p w:rsidR="00ED7236" w:rsidRDefault="00ED7236">
      <w:r>
        <w:rPr>
          <w:rFonts w:hint="eastAsia"/>
        </w:rPr>
        <w:t xml:space="preserve">　　　　　　　　③フリートーク・伝達事項</w:t>
      </w:r>
    </w:p>
    <w:p w:rsidR="00ED7236" w:rsidRDefault="00ED7236">
      <w:r>
        <w:rPr>
          <w:rFonts w:hint="eastAsia"/>
        </w:rPr>
        <w:t xml:space="preserve">　　　　　　　　④施設見学</w:t>
      </w:r>
    </w:p>
    <w:p w:rsidR="00ED7236" w:rsidRDefault="00ED7236"/>
    <w:p w:rsidR="00ED7236" w:rsidRDefault="00ED7236">
      <w:r>
        <w:rPr>
          <w:rFonts w:hint="eastAsia"/>
        </w:rPr>
        <w:t>内容</w:t>
      </w:r>
    </w:p>
    <w:p w:rsidR="00ED7236" w:rsidRDefault="00ED7236">
      <w:r>
        <w:rPr>
          <w:rFonts w:hint="eastAsia"/>
        </w:rPr>
        <w:t>「新規入職者の人員確保・定着に関して」各施設からの報告</w:t>
      </w:r>
    </w:p>
    <w:p w:rsidR="00ED7236" w:rsidRDefault="00ED7236">
      <w:r>
        <w:rPr>
          <w:rFonts w:hint="eastAsia"/>
        </w:rPr>
        <w:t>Ａ施設　最近、残念ながら２名の職員が辞めてしまった。</w:t>
      </w:r>
    </w:p>
    <w:p w:rsidR="00ED7236" w:rsidRDefault="00ED7236">
      <w:r>
        <w:rPr>
          <w:rFonts w:hint="eastAsia"/>
        </w:rPr>
        <w:t xml:space="preserve">　　　　今年は、毎年実習を行っている専門学校に声をかけ実習生だった人を</w:t>
      </w:r>
    </w:p>
    <w:p w:rsidR="00ED7236" w:rsidRDefault="00ED7236">
      <w:r>
        <w:rPr>
          <w:rFonts w:hint="eastAsia"/>
        </w:rPr>
        <w:t xml:space="preserve">　　　　受け入れ８名が入職した。</w:t>
      </w:r>
    </w:p>
    <w:p w:rsidR="00ED7236" w:rsidRDefault="00ED7236">
      <w:r>
        <w:rPr>
          <w:rFonts w:hint="eastAsia"/>
        </w:rPr>
        <w:t>Ｂ施設　専門学校を訪問して求人の募集をするも、生徒数が少なくなっていて、学校数</w:t>
      </w:r>
    </w:p>
    <w:p w:rsidR="00ED7236" w:rsidRDefault="00ED7236">
      <w:r>
        <w:rPr>
          <w:rFonts w:hint="eastAsia"/>
        </w:rPr>
        <w:t xml:space="preserve">　　　　も減ってきている。ハローワークや求人広告で求人を出したり、高校にも求人</w:t>
      </w:r>
    </w:p>
    <w:p w:rsidR="00ED7236" w:rsidRDefault="00ED7236">
      <w:r>
        <w:rPr>
          <w:rFonts w:hint="eastAsia"/>
        </w:rPr>
        <w:t xml:space="preserve">　　　　を出している。また実習生の受け入れを行っており、昨年は実習生だった１名</w:t>
      </w:r>
    </w:p>
    <w:p w:rsidR="00ED7236" w:rsidRDefault="00ED7236">
      <w:r>
        <w:rPr>
          <w:rFonts w:hint="eastAsia"/>
        </w:rPr>
        <w:t xml:space="preserve">　　　　と、求人広告を見て専門学校より１名の２名が入職。今年は実習生だった１名</w:t>
      </w:r>
    </w:p>
    <w:p w:rsidR="00ED7236" w:rsidRDefault="00ED7236">
      <w:r>
        <w:rPr>
          <w:rFonts w:hint="eastAsia"/>
        </w:rPr>
        <w:t xml:space="preserve">　　　　が入職。現在通所の人数が少なく派遣職員１名を３か月更新している。毎年　　</w:t>
      </w:r>
    </w:p>
    <w:p w:rsidR="00ED7236" w:rsidRDefault="00ED7236">
      <w:r>
        <w:rPr>
          <w:rFonts w:hint="eastAsia"/>
        </w:rPr>
        <w:t xml:space="preserve">　　　　年間で辞める人より入職する人数が少なくなってきて厳しい。　</w:t>
      </w:r>
    </w:p>
    <w:p w:rsidR="00ED7236" w:rsidRDefault="00ED7236">
      <w:r>
        <w:rPr>
          <w:rFonts w:hint="eastAsia"/>
        </w:rPr>
        <w:t>Ｃ施設　専門学校を訪問し求人広告を出したり、情報誌を活用している。</w:t>
      </w:r>
    </w:p>
    <w:p w:rsidR="00ED7236" w:rsidRDefault="00ED7236">
      <w:r>
        <w:rPr>
          <w:rFonts w:hint="eastAsia"/>
        </w:rPr>
        <w:t xml:space="preserve">　　　　情報誌の反応は良かった。実習生の受け入れを行っているが、ハローワークから</w:t>
      </w:r>
    </w:p>
    <w:p w:rsidR="00ED7236" w:rsidRDefault="00ED7236">
      <w:r>
        <w:rPr>
          <w:rFonts w:hint="eastAsia"/>
        </w:rPr>
        <w:t xml:space="preserve">　　　　専門学校へ入った方が多く年齢が高く入職するまでにはつながらない。</w:t>
      </w:r>
    </w:p>
    <w:p w:rsidR="00ED7236" w:rsidRDefault="00ED7236">
      <w:r>
        <w:rPr>
          <w:rFonts w:hint="eastAsia"/>
        </w:rPr>
        <w:t xml:space="preserve">　　　　また、去年の新卒者は東京都からの奨学金を借りている兼ね合いで東京都で就職</w:t>
      </w:r>
    </w:p>
    <w:p w:rsidR="00ED7236" w:rsidRDefault="00ED7236" w:rsidP="0093486E">
      <w:pPr>
        <w:ind w:left="840" w:hangingChars="400" w:hanging="840"/>
      </w:pPr>
      <w:r>
        <w:rPr>
          <w:rFonts w:hint="eastAsia"/>
        </w:rPr>
        <w:t xml:space="preserve">　　　　を探す様で、やはり入職されず。ここ５、６年離職率が少なく新人職員は入っていない。現在子育て支援を行っていて、出来るだけ仕事を続けられるように勤務体制の調整をしたり、託児所もある。育休中の職員は現在２名いて、パート職員と派遣職員１名で補い職員数は足りている。</w:t>
      </w:r>
    </w:p>
    <w:p w:rsidR="00ED7236" w:rsidRDefault="00ED7236" w:rsidP="001B2CF5">
      <w:pPr>
        <w:ind w:left="840" w:hangingChars="400" w:hanging="840"/>
      </w:pPr>
      <w:r>
        <w:rPr>
          <w:rFonts w:hint="eastAsia"/>
        </w:rPr>
        <w:t>Ｄ施設　昨年、「仕事と両立は出来ない」と辞め、介護福祉士の資格取得の為専門学校へ行った職員１名を今年まで待つも結局戻らなかった。現在、離職者が出れば求人広告を出したり、職員の紹介で人員確保している。</w:t>
      </w:r>
    </w:p>
    <w:p w:rsidR="00ED7236" w:rsidRDefault="00ED7236" w:rsidP="001B2CF5">
      <w:pPr>
        <w:ind w:left="840" w:hangingChars="400" w:hanging="840"/>
      </w:pPr>
      <w:r>
        <w:rPr>
          <w:rFonts w:hint="eastAsia"/>
        </w:rPr>
        <w:t xml:space="preserve">　　　　入浴介助や食事介助のパート職員がいるが、入浴介助の経験を生かし、介護職員　　　</w:t>
      </w:r>
    </w:p>
    <w:p w:rsidR="00ED7236" w:rsidRDefault="00ED7236" w:rsidP="001B2CF5">
      <w:pPr>
        <w:ind w:left="840" w:hangingChars="400" w:hanging="840"/>
      </w:pPr>
      <w:r>
        <w:rPr>
          <w:rFonts w:hint="eastAsia"/>
        </w:rPr>
        <w:t xml:space="preserve">　　　　として夜勤まで行えるようになった職員も２名いる。また、勤続年数の長い職員</w:t>
      </w:r>
    </w:p>
    <w:p w:rsidR="00ED7236" w:rsidRDefault="00ED7236" w:rsidP="001B2CF5">
      <w:pPr>
        <w:ind w:left="840" w:hangingChars="400" w:hanging="840"/>
      </w:pPr>
      <w:r>
        <w:rPr>
          <w:rFonts w:hint="eastAsia"/>
        </w:rPr>
        <w:t xml:space="preserve">　　　　がわりと多い。</w:t>
      </w:r>
    </w:p>
    <w:p w:rsidR="00ED7236" w:rsidRDefault="00ED7236" w:rsidP="001B2CF5">
      <w:pPr>
        <w:ind w:left="840" w:hangingChars="400" w:hanging="840"/>
      </w:pPr>
      <w:r>
        <w:rPr>
          <w:rFonts w:hint="eastAsia"/>
        </w:rPr>
        <w:t>Ｅ施設　求人広告や職員の紹介で人員確保している。今年一時期職員が減り、派遣職員を利用したり、まったく未経験者５～６名が入職した。現在ベテラン職員がゆっくり、焦らず教えている。以前は休日も出勤していたが、だいぶ休日出勤が減ってきた。</w:t>
      </w:r>
    </w:p>
    <w:p w:rsidR="00ED7236" w:rsidRDefault="00ED7236" w:rsidP="001B2CF5">
      <w:pPr>
        <w:ind w:left="840" w:hangingChars="400" w:hanging="840"/>
      </w:pPr>
      <w:r>
        <w:rPr>
          <w:rFonts w:hint="eastAsia"/>
        </w:rPr>
        <w:t>Ｆ施設　人員確保の為、折込みチラシを入れたり、ハローワークで募集。また、派遣社員</w:t>
      </w:r>
    </w:p>
    <w:p w:rsidR="00ED7236" w:rsidRDefault="00ED7236" w:rsidP="001B2CF5">
      <w:pPr>
        <w:ind w:left="840" w:hangingChars="400" w:hanging="840"/>
      </w:pPr>
      <w:r>
        <w:rPr>
          <w:rFonts w:hint="eastAsia"/>
        </w:rPr>
        <w:t xml:space="preserve">　　　　２名を半年以上継続して利用していて現在はある程度確保できている。以前、高校の実習生だった１名が入職したが初めての高卒者入職だった為、１対１で教えるも仕事が定着するまで難しかった。又、何年か前には専門学校の学生が来たが、なかなか就職が決まらずに最終的に入職した様で、手をかけ教えたが長続きせず１年もしないで辞めてしまった。</w:t>
      </w:r>
    </w:p>
    <w:p w:rsidR="00ED7236" w:rsidRDefault="00ED7236" w:rsidP="0093486E">
      <w:pPr>
        <w:ind w:left="840" w:hangingChars="400" w:hanging="840"/>
      </w:pPr>
      <w:r>
        <w:rPr>
          <w:rFonts w:hint="eastAsia"/>
        </w:rPr>
        <w:t>Ｇ施設　毎年引っ越しや結婚で２、３名辞めてしまう。その都度、新卒者や中途採用で人員確保はできている。去年は５名の新人職員があった。（新卒者と特養等の他施設より）今年も専門学校の新卒者２名が入職。最近は特養や有料から勤務がきつい等の理由で転職され、来ることも多い。求人は折込みチラシや職員の紹介の他に専門学校とのつながりで実習生受け入れがあり、学校を訪問し紹介してもらう。</w:t>
      </w:r>
    </w:p>
    <w:p w:rsidR="00ED7236" w:rsidRDefault="00ED7236" w:rsidP="008D6667">
      <w:pPr>
        <w:ind w:leftChars="400" w:left="840"/>
      </w:pPr>
      <w:r>
        <w:rPr>
          <w:rFonts w:hint="eastAsia"/>
        </w:rPr>
        <w:t>新入職員には、その人のペースでマンツーマンで行い、実習生と新入職員を共に</w:t>
      </w:r>
    </w:p>
    <w:p w:rsidR="00ED7236" w:rsidRDefault="00ED7236" w:rsidP="008D6667">
      <w:pPr>
        <w:ind w:leftChars="400" w:left="840"/>
      </w:pPr>
      <w:r>
        <w:rPr>
          <w:rFonts w:hint="eastAsia"/>
        </w:rPr>
        <w:t>指導している。</w:t>
      </w:r>
    </w:p>
    <w:p w:rsidR="00ED7236" w:rsidRDefault="00ED7236" w:rsidP="001B2CF5">
      <w:pPr>
        <w:ind w:left="840" w:hangingChars="400" w:hanging="840"/>
      </w:pPr>
      <w:r>
        <w:rPr>
          <w:rFonts w:hint="eastAsia"/>
        </w:rPr>
        <w:t>Ｈ施設　求人は広告や一般から行う。経験がなくても仕事をしたいという方には、</w:t>
      </w:r>
      <w:r>
        <w:t>1</w:t>
      </w:r>
      <w:r>
        <w:rPr>
          <w:rFonts w:hint="eastAsia"/>
        </w:rPr>
        <w:t>から</w:t>
      </w:r>
    </w:p>
    <w:p w:rsidR="00ED7236" w:rsidRDefault="00ED7236" w:rsidP="001B2CF5">
      <w:pPr>
        <w:ind w:left="840" w:hangingChars="400" w:hanging="840"/>
      </w:pPr>
      <w:r>
        <w:rPr>
          <w:rFonts w:hint="eastAsia"/>
        </w:rPr>
        <w:t xml:space="preserve">　　　　その人に合わせた指導をする。中に合わなくてすぐ辞めてしまう人もいる。</w:t>
      </w:r>
    </w:p>
    <w:p w:rsidR="00ED7236" w:rsidRDefault="00ED7236" w:rsidP="001B2CF5">
      <w:pPr>
        <w:ind w:left="840" w:hangingChars="400" w:hanging="840"/>
      </w:pPr>
      <w:r>
        <w:rPr>
          <w:rFonts w:hint="eastAsia"/>
        </w:rPr>
        <w:t xml:space="preserve">　　　　派遣職員３名を継続して利用。また、子育て中のパート職員もいる。職員が夜勤平均</w:t>
      </w:r>
      <w:r>
        <w:t>7</w:t>
      </w:r>
      <w:r>
        <w:rPr>
          <w:rFonts w:hint="eastAsia"/>
        </w:rPr>
        <w:t>回位入る為、日勤者にパート職員が多く、フロアで主になる職員が少なく厳しい。</w:t>
      </w:r>
    </w:p>
    <w:p w:rsidR="00ED7236" w:rsidRDefault="00ED7236" w:rsidP="001B2CF5">
      <w:pPr>
        <w:ind w:left="840" w:hangingChars="400" w:hanging="840"/>
      </w:pPr>
      <w:r>
        <w:rPr>
          <w:rFonts w:hint="eastAsia"/>
        </w:rPr>
        <w:t>Ｉ施設　今が一番職員が辞めてしまう。７月で４、５名の職員が辞める。８月の勤務表が</w:t>
      </w:r>
    </w:p>
    <w:p w:rsidR="00ED7236" w:rsidRDefault="00ED7236" w:rsidP="001B2CF5">
      <w:pPr>
        <w:ind w:left="840" w:hangingChars="400" w:hanging="840"/>
      </w:pPr>
      <w:r>
        <w:rPr>
          <w:rFonts w:hint="eastAsia"/>
        </w:rPr>
        <w:t xml:space="preserve">　　　　作れなく、とても厳しい状況である。職員の定着は１０年以上の職員は続いても、</w:t>
      </w:r>
    </w:p>
    <w:p w:rsidR="00ED7236" w:rsidRDefault="00ED7236" w:rsidP="001B2CF5">
      <w:pPr>
        <w:ind w:left="840" w:hangingChars="400" w:hanging="840"/>
      </w:pPr>
      <w:r>
        <w:rPr>
          <w:rFonts w:hint="eastAsia"/>
        </w:rPr>
        <w:t xml:space="preserve">　　　　１年以下の職員は「合わない」と早く辞めてしまう。去年、新卒者が１名入職。</w:t>
      </w:r>
    </w:p>
    <w:p w:rsidR="00ED7236" w:rsidRDefault="00ED7236" w:rsidP="001B2CF5">
      <w:pPr>
        <w:ind w:left="840" w:hangingChars="400" w:hanging="840"/>
      </w:pPr>
      <w:r>
        <w:rPr>
          <w:rFonts w:hint="eastAsia"/>
        </w:rPr>
        <w:t xml:space="preserve">　　　　今年は</w:t>
      </w:r>
      <w:r>
        <w:t>0</w:t>
      </w:r>
      <w:r>
        <w:rPr>
          <w:rFonts w:hint="eastAsia"/>
        </w:rPr>
        <w:t>。中途で入っても</w:t>
      </w:r>
      <w:r>
        <w:t>1</w:t>
      </w:r>
      <w:r>
        <w:rPr>
          <w:rFonts w:hint="eastAsia"/>
        </w:rPr>
        <w:t>～</w:t>
      </w:r>
      <w:r>
        <w:t>2</w:t>
      </w:r>
      <w:r>
        <w:rPr>
          <w:rFonts w:hint="eastAsia"/>
        </w:rPr>
        <w:t>か月で辞めてしまう。求人広告も出すが、その他に施設事務所の職員が近所にチラシをじかに配ったりしている。</w:t>
      </w:r>
    </w:p>
    <w:p w:rsidR="00ED7236" w:rsidRDefault="00ED7236" w:rsidP="001B2CF5">
      <w:pPr>
        <w:ind w:left="840" w:hangingChars="400" w:hanging="840"/>
      </w:pPr>
      <w:r>
        <w:rPr>
          <w:rFonts w:hint="eastAsia"/>
        </w:rPr>
        <w:t>Ｊ施設　人員確保は専門学校を訪問して行う。今年は養成校の生徒４、</w:t>
      </w:r>
      <w:r>
        <w:t>5</w:t>
      </w:r>
      <w:r>
        <w:rPr>
          <w:rFonts w:hint="eastAsia"/>
        </w:rPr>
        <w:t>名　が入職している。職員の確保よりも定着に力を入れている。今年より離職防止委員会を施設で</w:t>
      </w:r>
    </w:p>
    <w:p w:rsidR="00ED7236" w:rsidRDefault="00ED7236" w:rsidP="001B2CF5">
      <w:pPr>
        <w:ind w:left="840" w:hangingChars="400" w:hanging="840"/>
      </w:pPr>
      <w:r>
        <w:rPr>
          <w:rFonts w:hint="eastAsia"/>
        </w:rPr>
        <w:t xml:space="preserve">　　　　立ち上げた。技術的な教え担当者を付けその人の役割を持たせ、個人目標を設定し本人にやりがいを出させていく。又、年に３回個人面談を行う。フロアによって違うが、退職につながる原因は職員間の不和が多い。各フロアでいかに上手に</w:t>
      </w:r>
    </w:p>
    <w:p w:rsidR="00ED7236" w:rsidRDefault="00ED7236" w:rsidP="001B2CF5">
      <w:pPr>
        <w:ind w:left="840" w:hangingChars="400" w:hanging="840"/>
      </w:pPr>
      <w:r>
        <w:rPr>
          <w:rFonts w:hint="eastAsia"/>
        </w:rPr>
        <w:t xml:space="preserve">　　　　やっていくかが重要である。</w:t>
      </w:r>
    </w:p>
    <w:p w:rsidR="00ED7236" w:rsidRDefault="00ED7236" w:rsidP="001B2CF5">
      <w:pPr>
        <w:ind w:left="840" w:hangingChars="400" w:hanging="840"/>
      </w:pPr>
    </w:p>
    <w:p w:rsidR="00ED7236" w:rsidRDefault="00ED7236" w:rsidP="001B2CF5">
      <w:pPr>
        <w:ind w:left="840" w:hangingChars="400" w:hanging="840"/>
      </w:pPr>
      <w:r>
        <w:rPr>
          <w:rFonts w:hint="eastAsia"/>
        </w:rPr>
        <w:t>伝達事項</w:t>
      </w:r>
    </w:p>
    <w:p w:rsidR="00ED7236" w:rsidRDefault="00ED7236" w:rsidP="001B2CF5">
      <w:pPr>
        <w:ind w:left="840" w:hangingChars="400" w:hanging="840"/>
      </w:pPr>
      <w:r>
        <w:rPr>
          <w:rFonts w:hint="eastAsia"/>
        </w:rPr>
        <w:t>・リハビリパーク城山　　相模原市老健協会脱退</w:t>
      </w:r>
    </w:p>
    <w:p w:rsidR="00ED7236" w:rsidRDefault="00ED7236" w:rsidP="001B2CF5">
      <w:pPr>
        <w:ind w:left="840" w:hangingChars="400" w:hanging="840"/>
      </w:pPr>
      <w:r>
        <w:rPr>
          <w:rFonts w:hint="eastAsia"/>
        </w:rPr>
        <w:t>・今年度の相模原ブロック会議予定</w:t>
      </w:r>
    </w:p>
    <w:p w:rsidR="00ED7236" w:rsidRDefault="00ED7236" w:rsidP="001B2CF5">
      <w:pPr>
        <w:ind w:left="840" w:hangingChars="400" w:hanging="840"/>
      </w:pPr>
      <w:r>
        <w:rPr>
          <w:rFonts w:hint="eastAsia"/>
        </w:rPr>
        <w:t xml:space="preserve">　　　　　　</w:t>
      </w:r>
      <w:r>
        <w:t xml:space="preserve"> </w:t>
      </w:r>
      <w:r>
        <w:rPr>
          <w:rFonts w:hint="eastAsia"/>
        </w:rPr>
        <w:t>９月　　相模大野</w:t>
      </w:r>
    </w:p>
    <w:p w:rsidR="00ED7236" w:rsidRPr="007E3698" w:rsidRDefault="00ED7236" w:rsidP="00BD7857">
      <w:pPr>
        <w:ind w:left="840" w:hangingChars="400" w:hanging="840"/>
      </w:pPr>
      <w:r>
        <w:rPr>
          <w:rFonts w:hint="eastAsia"/>
        </w:rPr>
        <w:t xml:space="preserve">　　　　　　</w:t>
      </w:r>
      <w:r w:rsidRPr="00BD7857">
        <w:rPr>
          <w:rFonts w:hint="eastAsia"/>
          <w:sz w:val="18"/>
          <w:szCs w:val="18"/>
        </w:rPr>
        <w:t>１２</w:t>
      </w:r>
      <w:r>
        <w:rPr>
          <w:rFonts w:hint="eastAsia"/>
        </w:rPr>
        <w:t>月　　のどか</w:t>
      </w:r>
    </w:p>
    <w:sectPr w:rsidR="00ED7236" w:rsidRPr="007E3698" w:rsidSect="0093486E">
      <w:headerReference w:type="default" r:id="rId6"/>
      <w:pgSz w:w="11906" w:h="16838"/>
      <w:pgMar w:top="1985" w:right="1701" w:bottom="360"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236" w:rsidRDefault="00ED7236">
      <w:r>
        <w:separator/>
      </w:r>
    </w:p>
  </w:endnote>
  <w:endnote w:type="continuationSeparator" w:id="0">
    <w:p w:rsidR="00ED7236" w:rsidRDefault="00ED723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236" w:rsidRDefault="00ED7236">
      <w:r>
        <w:separator/>
      </w:r>
    </w:p>
  </w:footnote>
  <w:footnote w:type="continuationSeparator" w:id="0">
    <w:p w:rsidR="00ED7236" w:rsidRDefault="00ED7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36" w:rsidRDefault="00ED72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5C3"/>
    <w:rsid w:val="00067E35"/>
    <w:rsid w:val="00072C7C"/>
    <w:rsid w:val="000B5B1B"/>
    <w:rsid w:val="000C45D0"/>
    <w:rsid w:val="000D7036"/>
    <w:rsid w:val="000F4332"/>
    <w:rsid w:val="00146664"/>
    <w:rsid w:val="001B2CF5"/>
    <w:rsid w:val="002C1385"/>
    <w:rsid w:val="00302EBA"/>
    <w:rsid w:val="00504967"/>
    <w:rsid w:val="005342EE"/>
    <w:rsid w:val="005E3806"/>
    <w:rsid w:val="006160AA"/>
    <w:rsid w:val="00622F90"/>
    <w:rsid w:val="00666C9C"/>
    <w:rsid w:val="00667C07"/>
    <w:rsid w:val="006F7CCC"/>
    <w:rsid w:val="007C2331"/>
    <w:rsid w:val="007E3698"/>
    <w:rsid w:val="007F04D5"/>
    <w:rsid w:val="007F17BF"/>
    <w:rsid w:val="0081117E"/>
    <w:rsid w:val="008B7C01"/>
    <w:rsid w:val="008D6667"/>
    <w:rsid w:val="00932DDF"/>
    <w:rsid w:val="0093486E"/>
    <w:rsid w:val="009456D1"/>
    <w:rsid w:val="00953016"/>
    <w:rsid w:val="0095744C"/>
    <w:rsid w:val="009A189C"/>
    <w:rsid w:val="009A1FDF"/>
    <w:rsid w:val="009D7704"/>
    <w:rsid w:val="00A57BD6"/>
    <w:rsid w:val="00A62590"/>
    <w:rsid w:val="00B021F9"/>
    <w:rsid w:val="00B97B82"/>
    <w:rsid w:val="00BD7857"/>
    <w:rsid w:val="00BF72B6"/>
    <w:rsid w:val="00C72974"/>
    <w:rsid w:val="00CF09EB"/>
    <w:rsid w:val="00CF0DF7"/>
    <w:rsid w:val="00CF2E82"/>
    <w:rsid w:val="00CF7E2D"/>
    <w:rsid w:val="00D055C3"/>
    <w:rsid w:val="00D33B24"/>
    <w:rsid w:val="00D536F1"/>
    <w:rsid w:val="00DB6F0F"/>
    <w:rsid w:val="00DF0923"/>
    <w:rsid w:val="00ED7236"/>
    <w:rsid w:val="00EE6E8C"/>
    <w:rsid w:val="00F25AFB"/>
    <w:rsid w:val="00F31A68"/>
    <w:rsid w:val="00F9406F"/>
    <w:rsid w:val="00FC51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967"/>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C1385"/>
    <w:rPr>
      <w:rFonts w:ascii="Arial" w:eastAsia="ＭＳ ゴシック" w:hAnsi="Arial"/>
      <w:sz w:val="18"/>
      <w:szCs w:val="18"/>
    </w:rPr>
  </w:style>
  <w:style w:type="character" w:customStyle="1" w:styleId="BalloonTextChar">
    <w:name w:val="Balloon Text Char"/>
    <w:basedOn w:val="DefaultParagraphFont"/>
    <w:link w:val="BalloonText"/>
    <w:uiPriority w:val="99"/>
    <w:semiHidden/>
    <w:locked/>
    <w:rsid w:val="002C1385"/>
    <w:rPr>
      <w:rFonts w:ascii="Arial" w:eastAsia="ＭＳ ゴシック" w:hAnsi="Arial" w:cs="Times New Roman"/>
      <w:sz w:val="18"/>
      <w:szCs w:val="18"/>
    </w:rPr>
  </w:style>
  <w:style w:type="paragraph" w:styleId="Header">
    <w:name w:val="header"/>
    <w:basedOn w:val="Normal"/>
    <w:link w:val="HeaderChar"/>
    <w:uiPriority w:val="99"/>
    <w:rsid w:val="009456D1"/>
    <w:pPr>
      <w:tabs>
        <w:tab w:val="center" w:pos="4252"/>
        <w:tab w:val="right" w:pos="8504"/>
      </w:tabs>
      <w:snapToGrid w:val="0"/>
    </w:pPr>
  </w:style>
  <w:style w:type="character" w:customStyle="1" w:styleId="HeaderChar">
    <w:name w:val="Header Char"/>
    <w:basedOn w:val="DefaultParagraphFont"/>
    <w:link w:val="Header"/>
    <w:uiPriority w:val="99"/>
    <w:semiHidden/>
    <w:locked/>
    <w:rsid w:val="000D7036"/>
    <w:rPr>
      <w:rFonts w:cs="Times New Roman"/>
    </w:rPr>
  </w:style>
  <w:style w:type="paragraph" w:styleId="Footer">
    <w:name w:val="footer"/>
    <w:basedOn w:val="Normal"/>
    <w:link w:val="FooterChar"/>
    <w:uiPriority w:val="99"/>
    <w:rsid w:val="009456D1"/>
    <w:pPr>
      <w:tabs>
        <w:tab w:val="center" w:pos="4252"/>
        <w:tab w:val="right" w:pos="8504"/>
      </w:tabs>
      <w:snapToGrid w:val="0"/>
    </w:pPr>
  </w:style>
  <w:style w:type="character" w:customStyle="1" w:styleId="FooterChar">
    <w:name w:val="Footer Char"/>
    <w:basedOn w:val="DefaultParagraphFont"/>
    <w:link w:val="Footer"/>
    <w:uiPriority w:val="99"/>
    <w:semiHidden/>
    <w:locked/>
    <w:rsid w:val="000D7036"/>
    <w:rPr>
      <w:rFonts w:cs="Times New Roman"/>
    </w:rPr>
  </w:style>
  <w:style w:type="paragraph" w:styleId="Date">
    <w:name w:val="Date"/>
    <w:basedOn w:val="Normal"/>
    <w:next w:val="Normal"/>
    <w:link w:val="DateChar"/>
    <w:uiPriority w:val="99"/>
    <w:rsid w:val="00BD7857"/>
  </w:style>
  <w:style w:type="character" w:customStyle="1" w:styleId="DateChar">
    <w:name w:val="Date Char"/>
    <w:basedOn w:val="DefaultParagraphFont"/>
    <w:link w:val="Date"/>
    <w:uiPriority w:val="99"/>
    <w:semiHidden/>
    <w:locked/>
    <w:rsid w:val="0095301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TotalTime>
  <Pages>2</Pages>
  <Words>340</Words>
  <Characters>1939</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fujii keisuke</dc:creator>
  <cp:keywords/>
  <dc:description/>
  <cp:lastModifiedBy>eikou1</cp:lastModifiedBy>
  <cp:revision>10</cp:revision>
  <cp:lastPrinted>2016-06-30T00:04:00Z</cp:lastPrinted>
  <dcterms:created xsi:type="dcterms:W3CDTF">2016-04-20T12:52:00Z</dcterms:created>
  <dcterms:modified xsi:type="dcterms:W3CDTF">2016-06-30T00:04:00Z</dcterms:modified>
</cp:coreProperties>
</file>