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0F" w:rsidRPr="005C7B77" w:rsidRDefault="0038030F" w:rsidP="005C7B77">
      <w:pPr>
        <w:jc w:val="center"/>
        <w:rPr>
          <w:sz w:val="40"/>
          <w:szCs w:val="40"/>
        </w:rPr>
      </w:pPr>
      <w:r w:rsidRPr="005C7B77">
        <w:rPr>
          <w:rFonts w:hint="eastAsia"/>
          <w:sz w:val="40"/>
          <w:szCs w:val="40"/>
        </w:rPr>
        <w:t>介護部会　横浜北</w:t>
      </w:r>
      <w:r>
        <w:rPr>
          <w:rFonts w:hint="eastAsia"/>
          <w:sz w:val="40"/>
          <w:szCs w:val="40"/>
        </w:rPr>
        <w:t>部</w:t>
      </w:r>
      <w:r w:rsidRPr="005C7B77">
        <w:rPr>
          <w:rFonts w:hint="eastAsia"/>
          <w:sz w:val="40"/>
          <w:szCs w:val="40"/>
        </w:rPr>
        <w:t>ブロック会議　報告書</w:t>
      </w:r>
    </w:p>
    <w:p w:rsidR="0038030F" w:rsidRDefault="0038030F"/>
    <w:p w:rsidR="0038030F" w:rsidRDefault="0038030F">
      <w:r w:rsidRPr="005C7B77">
        <w:rPr>
          <w:rFonts w:hint="eastAsia"/>
          <w:b/>
          <w:sz w:val="24"/>
          <w:szCs w:val="24"/>
        </w:rPr>
        <w:t>実施日</w:t>
      </w:r>
      <w:r>
        <w:rPr>
          <w:rFonts w:hint="eastAsia"/>
        </w:rPr>
        <w:t xml:space="preserve">　平成</w:t>
      </w:r>
      <w:r>
        <w:t>29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金</w:t>
      </w:r>
      <w:r>
        <w:t>)</w:t>
      </w:r>
      <w:r>
        <w:rPr>
          <w:rFonts w:hint="eastAsia"/>
        </w:rPr>
        <w:t xml:space="preserve">　</w:t>
      </w:r>
      <w:r>
        <w:t>14:00</w:t>
      </w:r>
      <w:r>
        <w:rPr>
          <w:rFonts w:hint="eastAsia"/>
        </w:rPr>
        <w:t>～</w:t>
      </w:r>
      <w:r>
        <w:t>16:00</w:t>
      </w:r>
    </w:p>
    <w:p w:rsidR="0038030F" w:rsidRDefault="0038030F"/>
    <w:p w:rsidR="0038030F" w:rsidRDefault="0038030F">
      <w:r w:rsidRPr="005C7B77">
        <w:rPr>
          <w:rFonts w:hint="eastAsia"/>
          <w:b/>
          <w:sz w:val="24"/>
          <w:szCs w:val="24"/>
        </w:rPr>
        <w:t>会議実施会場</w:t>
      </w:r>
      <w:r>
        <w:rPr>
          <w:rFonts w:hint="eastAsia"/>
        </w:rPr>
        <w:t xml:space="preserve">　介護老人保健施設ベルディーナ高田</w:t>
      </w:r>
    </w:p>
    <w:p w:rsidR="0038030F" w:rsidRDefault="0038030F"/>
    <w:p w:rsidR="0038030F" w:rsidRDefault="0038030F">
      <w:r w:rsidRPr="005C7B77">
        <w:rPr>
          <w:rFonts w:hint="eastAsia"/>
          <w:b/>
          <w:sz w:val="24"/>
          <w:szCs w:val="24"/>
        </w:rPr>
        <w:t>参加施設・人数</w:t>
      </w:r>
      <w:r>
        <w:rPr>
          <w:rFonts w:hint="eastAsia"/>
        </w:rPr>
        <w:t xml:space="preserve">　ベルディーナ高田　ウェルケア新吉田　ナーシングプラザ港北</w:t>
      </w:r>
    </w:p>
    <w:p w:rsidR="0038030F" w:rsidRDefault="0038030F">
      <w:r>
        <w:rPr>
          <w:rFonts w:hint="eastAsia"/>
        </w:rPr>
        <w:t xml:space="preserve">　　　　　　　　</w:t>
      </w:r>
      <w:r>
        <w:t xml:space="preserve">  </w:t>
      </w:r>
      <w:r>
        <w:rPr>
          <w:rFonts w:hint="eastAsia"/>
        </w:rPr>
        <w:t xml:space="preserve">うしおだ老健やすらぎ　ファイン新横浜　ソフィア都筑　</w:t>
      </w:r>
    </w:p>
    <w:p w:rsidR="0038030F" w:rsidRDefault="0038030F" w:rsidP="00D357CD">
      <w:pPr>
        <w:ind w:firstLineChars="900" w:firstLine="1890"/>
      </w:pPr>
      <w:r>
        <w:rPr>
          <w:rFonts w:hint="eastAsia"/>
        </w:rPr>
        <w:t>ヒルトップ池辺　あすなろ　　合計</w:t>
      </w:r>
      <w:r>
        <w:t>8</w:t>
      </w:r>
      <w:r>
        <w:rPr>
          <w:rFonts w:hint="eastAsia"/>
        </w:rPr>
        <w:t xml:space="preserve">施設　</w:t>
      </w:r>
      <w:r>
        <w:t>10</w:t>
      </w:r>
      <w:r>
        <w:rPr>
          <w:rFonts w:hint="eastAsia"/>
        </w:rPr>
        <w:t>名</w:t>
      </w:r>
    </w:p>
    <w:p w:rsidR="0038030F" w:rsidRDefault="0038030F"/>
    <w:p w:rsidR="0038030F" w:rsidRDefault="0038030F">
      <w:r w:rsidRPr="005C7B77">
        <w:rPr>
          <w:rFonts w:hint="eastAsia"/>
          <w:b/>
          <w:sz w:val="24"/>
          <w:szCs w:val="24"/>
        </w:rPr>
        <w:t>議事項目</w:t>
      </w:r>
      <w:r>
        <w:rPr>
          <w:rFonts w:hint="eastAsia"/>
        </w:rPr>
        <w:t xml:space="preserve">　①パート・派遣スタッフの教育方法、業務内容について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</w:t>
      </w:r>
      <w:r>
        <w:rPr>
          <w:rFonts w:hint="eastAsia"/>
        </w:rPr>
        <w:t>②夜専パートが夜勤に入るまでの勤務と教育方法について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</w:t>
      </w:r>
      <w:r>
        <w:rPr>
          <w:rFonts w:hint="eastAsia"/>
        </w:rPr>
        <w:t>③スタッフの募集方法について</w:t>
      </w:r>
      <w:r>
        <w:t>(</w:t>
      </w:r>
      <w:r>
        <w:rPr>
          <w:rFonts w:hint="eastAsia"/>
        </w:rPr>
        <w:t>常勤・派遣・パート・夜専</w:t>
      </w:r>
      <w:r>
        <w:t>)</w:t>
      </w:r>
    </w:p>
    <w:p w:rsidR="0038030F" w:rsidRDefault="0038030F"/>
    <w:p w:rsidR="0038030F" w:rsidRPr="005C7B77" w:rsidRDefault="0038030F">
      <w:pPr>
        <w:rPr>
          <w:b/>
          <w:sz w:val="24"/>
          <w:szCs w:val="24"/>
        </w:rPr>
      </w:pPr>
      <w:r w:rsidRPr="005C7B77">
        <w:rPr>
          <w:rFonts w:hint="eastAsia"/>
          <w:b/>
          <w:sz w:val="24"/>
          <w:szCs w:val="24"/>
        </w:rPr>
        <w:t>内容</w:t>
      </w:r>
    </w:p>
    <w:p w:rsidR="0038030F" w:rsidRDefault="0038030F">
      <w:r>
        <w:t>A</w:t>
      </w:r>
      <w:r>
        <w:rPr>
          <w:rFonts w:hint="eastAsia"/>
        </w:rPr>
        <w:t xml:space="preserve">施設　　</w:t>
      </w:r>
      <w:r>
        <w:t xml:space="preserve"> </w:t>
      </w:r>
      <w:r>
        <w:rPr>
          <w:rFonts w:hint="eastAsia"/>
        </w:rPr>
        <w:t>①</w:t>
      </w:r>
      <w:r>
        <w:t>1</w:t>
      </w:r>
      <w:r>
        <w:rPr>
          <w:rFonts w:hint="eastAsia"/>
        </w:rPr>
        <w:t>年に</w:t>
      </w:r>
      <w:r>
        <w:t>2</w:t>
      </w:r>
      <w:r>
        <w:rPr>
          <w:rFonts w:hint="eastAsia"/>
        </w:rPr>
        <w:t>回春秋に新人研修を</w:t>
      </w:r>
      <w:r>
        <w:t>2</w:t>
      </w:r>
      <w:r>
        <w:rPr>
          <w:rFonts w:hint="eastAsia"/>
        </w:rPr>
        <w:t>日間実施する他、共通した業務内容全般を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勤務の中で働きながら指導していく。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 xml:space="preserve">②特に線引きはせず、その人のキャリアに合った教育で入ってもらう。　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日勤をこなしてからなど。　夜専は募集していない。</w:t>
      </w:r>
    </w:p>
    <w:p w:rsidR="0038030F" w:rsidRDefault="0038030F" w:rsidP="00D357CD">
      <w:pPr>
        <w:ind w:left="1365" w:hangingChars="650" w:hanging="1365"/>
      </w:pPr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③ハローワーク主催の職場見学会、ネット媒体での求人情報のこまめな更新など。今後は学校訪問なども検討している。</w:t>
      </w:r>
    </w:p>
    <w:p w:rsidR="0038030F" w:rsidRDefault="0038030F"/>
    <w:p w:rsidR="0038030F" w:rsidRDefault="0038030F" w:rsidP="00D357CD">
      <w:pPr>
        <w:ind w:left="1365" w:hangingChars="650" w:hanging="1365"/>
      </w:pPr>
      <w:r>
        <w:t>B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>①パート職員は日勤者のみ。今年度初めて派遣の契約するも、</w:t>
      </w:r>
      <w:r>
        <w:t>2</w:t>
      </w:r>
      <w:r>
        <w:rPr>
          <w:rFonts w:hint="eastAsia"/>
        </w:rPr>
        <w:t>ヶ月で更新されず悩んでいる。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②夜専</w:t>
      </w:r>
      <w:r>
        <w:t>2</w:t>
      </w:r>
      <w:r>
        <w:rPr>
          <w:rFonts w:hint="eastAsia"/>
        </w:rPr>
        <w:t>名。日勤と遅番を使用期間こなしてから入る。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③ツクイ主催の説明会参加。デイケアの応募に繋がる。</w:t>
      </w:r>
    </w:p>
    <w:p w:rsidR="0038030F" w:rsidRDefault="0038030F"/>
    <w:p w:rsidR="0038030F" w:rsidRDefault="0038030F">
      <w:r>
        <w:t>C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>①パート職員は基本日勤者のみ。</w:t>
      </w:r>
    </w:p>
    <w:p w:rsidR="0038030F" w:rsidRPr="001973A6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②夜専パート</w:t>
      </w:r>
      <w:r>
        <w:t>1</w:t>
      </w:r>
      <w:r>
        <w:rPr>
          <w:rFonts w:hint="eastAsia"/>
        </w:rPr>
        <w:t>名、月に</w:t>
      </w:r>
      <w:r>
        <w:t>8</w:t>
      </w:r>
      <w:r>
        <w:rPr>
          <w:rFonts w:hint="eastAsia"/>
        </w:rPr>
        <w:t>回以上こなす。</w:t>
      </w:r>
      <w:r>
        <w:t>3</w:t>
      </w:r>
      <w:r>
        <w:rPr>
          <w:rFonts w:hint="eastAsia"/>
        </w:rPr>
        <w:t>名夜勤</w:t>
      </w:r>
      <w:r>
        <w:t>2</w:t>
      </w:r>
      <w:r>
        <w:rPr>
          <w:rFonts w:hint="eastAsia"/>
        </w:rPr>
        <w:t>回実施で一人立ち。</w:t>
      </w:r>
    </w:p>
    <w:p w:rsidR="0038030F" w:rsidRDefault="0038030F" w:rsidP="00D357CD">
      <w:pPr>
        <w:ind w:left="1365" w:hangingChars="650" w:hanging="1365"/>
      </w:pPr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日勤勤務希望あれば応相談。　派遣契約の更新がなさそうな場合、他フロアの異動など考えてもらったりなどして対策。</w:t>
      </w:r>
    </w:p>
    <w:p w:rsidR="0038030F" w:rsidRDefault="0038030F">
      <w:r>
        <w:rPr>
          <w:rFonts w:hint="eastAsia"/>
        </w:rPr>
        <w:t xml:space="preserve">　　　</w:t>
      </w:r>
      <w:r>
        <w:t xml:space="preserve">   </w:t>
      </w:r>
      <w:r>
        <w:rPr>
          <w:rFonts w:hint="eastAsia"/>
        </w:rPr>
        <w:t xml:space="preserve">　③ネット媒体程度。環境整備などの介護助手募集実施。</w:t>
      </w:r>
    </w:p>
    <w:p w:rsidR="0038030F" w:rsidRDefault="0038030F"/>
    <w:p w:rsidR="0038030F" w:rsidRDefault="0038030F">
      <w:r>
        <w:t>D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>①介護助手にパート</w:t>
      </w:r>
      <w:r>
        <w:t>1</w:t>
      </w:r>
      <w:r>
        <w:rPr>
          <w:rFonts w:hint="eastAsia"/>
        </w:rPr>
        <w:t>名。フリーの職員付で障がい者職員</w:t>
      </w:r>
      <w:r>
        <w:t>1</w:t>
      </w:r>
      <w:r>
        <w:rPr>
          <w:rFonts w:hint="eastAsia"/>
        </w:rPr>
        <w:t>名就労中。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②派遣・夜専なし。</w:t>
      </w:r>
    </w:p>
    <w:p w:rsidR="0038030F" w:rsidRDefault="0038030F" w:rsidP="00D357CD">
      <w:pPr>
        <w:ind w:left="1365" w:hangingChars="650" w:hanging="1365"/>
      </w:pPr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③ネット媒体、ハローワークなど。紹介手当や、系列の特養からのヘルプで対策。</w:t>
      </w:r>
    </w:p>
    <w:p w:rsidR="0038030F" w:rsidRDefault="0038030F" w:rsidP="00D357CD">
      <w:pPr>
        <w:ind w:left="1365" w:hangingChars="650" w:hanging="1365"/>
      </w:pPr>
    </w:p>
    <w:p w:rsidR="0038030F" w:rsidRDefault="0038030F">
      <w:r>
        <w:t>E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 xml:space="preserve">①雇用形態問わず分け隔てなく。　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②今は導入していないが、過去使った派遣では当たりはずれにムラあり。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③一人いる夜専は日勤をこなしてから入った。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ハローワークくらい。障がい者当たり無くとりやめ。</w:t>
      </w:r>
    </w:p>
    <w:p w:rsidR="0038030F" w:rsidRPr="00424162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外国人枠</w:t>
      </w:r>
      <w:r>
        <w:t>1</w:t>
      </w:r>
      <w:r>
        <w:rPr>
          <w:rFonts w:hint="eastAsia"/>
        </w:rPr>
        <w:t>名面接ありチャレンジ予定。人数不足時は、</w:t>
      </w:r>
      <w:r>
        <w:t>Ns</w:t>
      </w:r>
      <w:r>
        <w:rPr>
          <w:rFonts w:hint="eastAsia"/>
        </w:rPr>
        <w:t>にヘルプを要請。</w:t>
      </w:r>
    </w:p>
    <w:p w:rsidR="0038030F" w:rsidRDefault="0038030F"/>
    <w:p w:rsidR="0038030F" w:rsidRDefault="0038030F">
      <w:r>
        <w:t>F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>①派遣</w:t>
      </w:r>
      <w:r>
        <w:t>2</w:t>
      </w:r>
      <w:r>
        <w:rPr>
          <w:rFonts w:hint="eastAsia"/>
        </w:rPr>
        <w:t>名あり。フリーで職員付いて教育。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②夜専なし。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③学校訪問、就職説明会でのブース出展、学生の実習から雇用につなげる、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折込チラシや新聞、友人知人の紹介など。</w:t>
      </w:r>
    </w:p>
    <w:p w:rsidR="0038030F" w:rsidRPr="00D357CD" w:rsidRDefault="0038030F"/>
    <w:p w:rsidR="0038030F" w:rsidRDefault="0038030F">
      <w:r>
        <w:t>G</w:t>
      </w:r>
      <w:r>
        <w:rPr>
          <w:rFonts w:hint="eastAsia"/>
        </w:rPr>
        <w:t xml:space="preserve">施設　</w:t>
      </w:r>
      <w:r>
        <w:t xml:space="preserve">   </w:t>
      </w:r>
      <w:r>
        <w:rPr>
          <w:rFonts w:hint="eastAsia"/>
        </w:rPr>
        <w:t>①派遣、パートの募集はしていない。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②夜専はなし。定年後の職員に夜勤入ってもらったりしている。</w:t>
      </w:r>
    </w:p>
    <w:p w:rsidR="0038030F" w:rsidRDefault="0038030F">
      <w:r>
        <w:rPr>
          <w:rFonts w:hint="eastAsia"/>
        </w:rPr>
        <w:t xml:space="preserve">　　　　</w:t>
      </w:r>
      <w:r>
        <w:t xml:space="preserve">   </w:t>
      </w:r>
      <w:r>
        <w:rPr>
          <w:rFonts w:hint="eastAsia"/>
        </w:rPr>
        <w:t>③</w:t>
      </w:r>
      <w:r>
        <w:t>HP</w:t>
      </w:r>
      <w:r>
        <w:rPr>
          <w:rFonts w:hint="eastAsia"/>
        </w:rPr>
        <w:t>、ハローワーク、母校に</w:t>
      </w:r>
      <w:r>
        <w:t>OB</w:t>
      </w:r>
      <w:r>
        <w:rPr>
          <w:rFonts w:hint="eastAsia"/>
        </w:rPr>
        <w:t>を連れての学校訪問、老健大会や実習生の</w:t>
      </w:r>
    </w:p>
    <w:p w:rsidR="0038030F" w:rsidRDefault="0038030F"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取り込みなど。</w:t>
      </w:r>
    </w:p>
    <w:p w:rsidR="0038030F" w:rsidRDefault="0038030F"/>
    <w:p w:rsidR="0038030F" w:rsidRPr="00D357CD" w:rsidRDefault="0038030F"/>
    <w:p w:rsidR="0038030F" w:rsidRDefault="0038030F">
      <w:r>
        <w:rPr>
          <w:rFonts w:hint="eastAsia"/>
        </w:rPr>
        <w:t xml:space="preserve">　　　　　　　　　　　　　　　　　　　　　　　　　　　　　　　　　</w:t>
      </w:r>
    </w:p>
    <w:p w:rsidR="0038030F" w:rsidRDefault="0038030F" w:rsidP="005C7B77">
      <w:pPr>
        <w:ind w:firstLineChars="3400" w:firstLine="7140"/>
      </w:pPr>
      <w:r>
        <w:rPr>
          <w:rFonts w:hint="eastAsia"/>
        </w:rPr>
        <w:t xml:space="preserve">　以上。</w:t>
      </w:r>
    </w:p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p w:rsidR="0038030F" w:rsidRDefault="0038030F"/>
    <w:sectPr w:rsidR="0038030F" w:rsidSect="007D4622">
      <w:pgSz w:w="11906" w:h="16838"/>
      <w:pgMar w:top="1985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0F" w:rsidRDefault="0038030F" w:rsidP="00424162">
      <w:r>
        <w:separator/>
      </w:r>
    </w:p>
  </w:endnote>
  <w:endnote w:type="continuationSeparator" w:id="0">
    <w:p w:rsidR="0038030F" w:rsidRDefault="0038030F" w:rsidP="0042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0F" w:rsidRDefault="0038030F" w:rsidP="00424162">
      <w:r>
        <w:separator/>
      </w:r>
    </w:p>
  </w:footnote>
  <w:footnote w:type="continuationSeparator" w:id="0">
    <w:p w:rsidR="0038030F" w:rsidRDefault="0038030F" w:rsidP="004241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080"/>
    <w:rsid w:val="00024541"/>
    <w:rsid w:val="001973A6"/>
    <w:rsid w:val="001E3A94"/>
    <w:rsid w:val="002C0A82"/>
    <w:rsid w:val="003167CA"/>
    <w:rsid w:val="0038030F"/>
    <w:rsid w:val="00393AA6"/>
    <w:rsid w:val="003C2003"/>
    <w:rsid w:val="00424162"/>
    <w:rsid w:val="004F0B3B"/>
    <w:rsid w:val="005C7B77"/>
    <w:rsid w:val="006B4DCC"/>
    <w:rsid w:val="0071642D"/>
    <w:rsid w:val="00723720"/>
    <w:rsid w:val="007D23F6"/>
    <w:rsid w:val="007D4622"/>
    <w:rsid w:val="00882080"/>
    <w:rsid w:val="008B683A"/>
    <w:rsid w:val="00B05A35"/>
    <w:rsid w:val="00D357CD"/>
    <w:rsid w:val="00E6400D"/>
    <w:rsid w:val="00E73697"/>
    <w:rsid w:val="00F5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2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16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16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2416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1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197</Words>
  <Characters>1124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介護部会　横浜北部ブロック会議　報告書</dc:title>
  <dc:subject/>
  <dc:creator>verdina3F</dc:creator>
  <cp:keywords/>
  <dc:description/>
  <cp:lastModifiedBy>Yoshiyuki Uchida</cp:lastModifiedBy>
  <cp:revision>3</cp:revision>
  <dcterms:created xsi:type="dcterms:W3CDTF">2017-06-14T03:16:00Z</dcterms:created>
  <dcterms:modified xsi:type="dcterms:W3CDTF">2017-06-14T03:17:00Z</dcterms:modified>
</cp:coreProperties>
</file>